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2081C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9A2D3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6A3B97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9A2D32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9A2D32">
        <w:rPr>
          <w:rFonts w:ascii="Corbel" w:hAnsi="Corbel"/>
          <w:sz w:val="20"/>
          <w:szCs w:val="20"/>
        </w:rPr>
        <w:t>5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0C490245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Warsztat </w:t>
            </w:r>
            <w:r w:rsidR="009A2D32">
              <w:rPr>
                <w:rFonts w:ascii="Corbel" w:hAnsi="Corbel"/>
                <w:b w:val="0"/>
                <w:bCs/>
                <w:sz w:val="24"/>
                <w:szCs w:val="24"/>
              </w:rPr>
              <w:t>pracy z rodzicem w zakresie edukacji i wychowania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67E8D64C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1B087CA4" w:rsidR="0085747A" w:rsidRPr="009C54AE" w:rsidRDefault="00CF2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107A10A4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II, semestr 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59890374" w:rsidR="00DC5CA2" w:rsidRDefault="009A2D3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470C301E" w:rsidR="00DC5CA2" w:rsidRDefault="00CF2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368DEA94"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3D89892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esu teoretycznych podstaw wychowania, pedagogiki rodziny i profilaktyki społecznej.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5B176F6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>, wychowawczych i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edukacyjnych w pracy z rodzicami. 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613EEC21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 programów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 edukacyjno-wychowawczych 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dla 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rodzic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65053" w:rsidRPr="009C54AE" w14:paraId="7DE8B2DE" w14:textId="77777777" w:rsidTr="00861436">
        <w:tc>
          <w:tcPr>
            <w:tcW w:w="843" w:type="dxa"/>
            <w:vAlign w:val="center"/>
          </w:tcPr>
          <w:p w14:paraId="24BA7D6A" w14:textId="4B29D5DC"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16A165D" w14:textId="7F49B840" w:rsidR="00065053" w:rsidRDefault="00065053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Metodyczne przygotowanie 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>studentów do realizowania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oddziaływań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 z zakresu wsparcia i</w:t>
            </w:r>
            <w:r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pomocy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rodzinie.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7DCEF7E1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0F360BEA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065053" w:rsidRPr="00065053">
              <w:rPr>
                <w:rFonts w:ascii="Corbel" w:hAnsi="Corbel"/>
                <w:b w:val="0"/>
                <w:bCs/>
                <w:sz w:val="24"/>
                <w:szCs w:val="24"/>
              </w:rPr>
              <w:t>planowania i przeprowadzania zajęć edukacyjno-wychowawczych dla rodziców.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3C24D23D" w:rsidR="005E593F" w:rsidRPr="009C54AE" w:rsidRDefault="007A19CC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zasady i etapy konstruowania 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programów edukacyjno-wychowawczych dla rodziców.</w:t>
            </w:r>
          </w:p>
        </w:tc>
        <w:tc>
          <w:tcPr>
            <w:tcW w:w="1865" w:type="dxa"/>
          </w:tcPr>
          <w:p w14:paraId="7758D257" w14:textId="6BA246F3"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C8766B6" w:rsidR="007A19CC" w:rsidRPr="009C54AE" w:rsidRDefault="007A19C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przykładowe oddziaływania profilaktyczne, wychowawcze i edukacyjne wykorzystywane w pracy z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rodzicami.</w:t>
            </w:r>
          </w:p>
        </w:tc>
        <w:tc>
          <w:tcPr>
            <w:tcW w:w="1865" w:type="dxa"/>
          </w:tcPr>
          <w:p w14:paraId="67D129C6" w14:textId="108B612D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66AB4F9A" w:rsidR="006146C2" w:rsidRDefault="008A6318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potrzebę wykorzystania nowoczesnych metod, technik i pomocy dydaktycznych w procesie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 planowania i realizowania działań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21374E7F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skuteczność opracowanych oddziaływań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w pracy z rodzicami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2632D1" w14:textId="172E44E8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3B4252D3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ychowawczych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  <w:vMerge w:val="restart"/>
          </w:tcPr>
          <w:p w14:paraId="513A36CB" w14:textId="4E1021B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r w:rsidRPr="009F4CB1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K_U0</w:t>
            </w:r>
            <w:r w:rsidR="009F4CB1" w:rsidRPr="009F4CB1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5</w:t>
            </w:r>
            <w:bookmarkEnd w:id="0"/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3ACFEC7D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edukacyjno-wychowawcze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33D4438F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ćwiczeń warsztatowych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dla rodziców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w kontekście </w:t>
            </w:r>
            <w:r w:rsidR="00314BDA">
              <w:rPr>
                <w:rFonts w:ascii="Corbel" w:hAnsi="Corbel"/>
                <w:b w:val="0"/>
                <w:smallCaps w:val="0"/>
                <w:szCs w:val="24"/>
              </w:rPr>
              <w:t>działań podejmowanych na rzecz wsparcia i pomocy rodzinie.</w:t>
            </w:r>
          </w:p>
        </w:tc>
        <w:tc>
          <w:tcPr>
            <w:tcW w:w="1865" w:type="dxa"/>
          </w:tcPr>
          <w:p w14:paraId="0C7F9104" w14:textId="042EA252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017BC60E" w:rsidR="0085747A" w:rsidRPr="009C54AE" w:rsidRDefault="00314BD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miejsce działań profilaktyczno-wychowawczych.</w:t>
            </w:r>
          </w:p>
        </w:tc>
      </w:tr>
      <w:tr w:rsidR="00314BDA" w:rsidRPr="009C54AE" w14:paraId="4747A6E8" w14:textId="77777777" w:rsidTr="00923D7D">
        <w:tc>
          <w:tcPr>
            <w:tcW w:w="9639" w:type="dxa"/>
          </w:tcPr>
          <w:p w14:paraId="670F0BE1" w14:textId="6EED4B5E"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</w:t>
            </w:r>
            <w:r>
              <w:rPr>
                <w:rFonts w:ascii="Corbel" w:hAnsi="Corbel"/>
                <w:sz w:val="24"/>
                <w:szCs w:val="24"/>
              </w:rPr>
              <w:t xml:space="preserve"> edukacyjno-wychowawczych dla rodziców.</w:t>
            </w:r>
          </w:p>
        </w:tc>
      </w:tr>
      <w:tr w:rsidR="00314BDA" w:rsidRPr="009C54AE" w14:paraId="358571D3" w14:textId="77777777" w:rsidTr="00923D7D">
        <w:tc>
          <w:tcPr>
            <w:tcW w:w="9639" w:type="dxa"/>
          </w:tcPr>
          <w:p w14:paraId="53AD2C33" w14:textId="0E902E91"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Konstruowanie konspektu zajęć </w:t>
            </w:r>
            <w:r>
              <w:rPr>
                <w:rFonts w:ascii="Corbel" w:hAnsi="Corbel"/>
                <w:sz w:val="24"/>
                <w:szCs w:val="24"/>
              </w:rPr>
              <w:t>edukacyjno-</w:t>
            </w:r>
            <w:r w:rsidRPr="00862B9A">
              <w:rPr>
                <w:rFonts w:ascii="Corbel" w:hAnsi="Corbel"/>
                <w:sz w:val="24"/>
                <w:szCs w:val="24"/>
              </w:rPr>
              <w:t>wychowawczych</w:t>
            </w:r>
            <w:r>
              <w:rPr>
                <w:rFonts w:ascii="Corbel" w:hAnsi="Corbel"/>
                <w:sz w:val="24"/>
                <w:szCs w:val="24"/>
              </w:rPr>
              <w:t xml:space="preserve"> dla rodziców</w:t>
            </w:r>
            <w:r w:rsidRPr="00862B9A">
              <w:rPr>
                <w:rFonts w:ascii="Corbel" w:hAnsi="Corbel"/>
                <w:sz w:val="24"/>
                <w:szCs w:val="24"/>
              </w:rPr>
              <w:t>, formułowanie tematu i celów zajęć, dobór metod, technik i środków dydaktycznych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14:paraId="74E05851" w14:textId="77777777" w:rsidTr="00923D7D">
        <w:tc>
          <w:tcPr>
            <w:tcW w:w="9639" w:type="dxa"/>
          </w:tcPr>
          <w:p w14:paraId="44811E0B" w14:textId="2BCEFBC0" w:rsidR="00314BD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</w:t>
            </w:r>
            <w:r>
              <w:rPr>
                <w:rFonts w:ascii="Corbel" w:hAnsi="Corbel"/>
                <w:sz w:val="24"/>
                <w:szCs w:val="24"/>
              </w:rPr>
              <w:t xml:space="preserve"> przez studentów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>edukacyjno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-wychowawczych </w:t>
            </w:r>
            <w:r>
              <w:rPr>
                <w:rFonts w:ascii="Corbel" w:hAnsi="Corbel"/>
                <w:sz w:val="24"/>
                <w:szCs w:val="24"/>
              </w:rPr>
              <w:t>dla rodziców</w:t>
            </w:r>
            <w:r w:rsidRPr="00862B9A">
              <w:rPr>
                <w:rFonts w:ascii="Corbel" w:hAnsi="Corbel"/>
                <w:sz w:val="24"/>
                <w:szCs w:val="24"/>
              </w:rPr>
              <w:t>, zgodnie z opracowanym konspektem).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158D9707" w14:textId="07DEE930"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i nagrody w wychowaniu,</w:t>
            </w:r>
          </w:p>
          <w:p w14:paraId="6263AE24" w14:textId="27C2F9EE" w:rsidR="00314BDA" w:rsidRDefault="00314BDA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trening </w:t>
            </w:r>
            <w:r w:rsidR="005C545E">
              <w:rPr>
                <w:rFonts w:ascii="Corbel" w:hAnsi="Corbel"/>
                <w:sz w:val="24"/>
                <w:szCs w:val="24"/>
              </w:rPr>
              <w:t>komunikacji z dzieckiem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166F2329" w14:textId="77777777"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uczucia i emocje,</w:t>
            </w:r>
          </w:p>
          <w:p w14:paraId="75DFE557" w14:textId="77777777"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zachęcanie do dziecięcej samodzielności,</w:t>
            </w:r>
          </w:p>
          <w:p w14:paraId="2B6C908E" w14:textId="77777777"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między rodzeństwem,</w:t>
            </w:r>
          </w:p>
          <w:p w14:paraId="4F990E49" w14:textId="77777777" w:rsidR="005C545E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konstruktywne spędzanie czasu wolnego z dzieckiem,</w:t>
            </w:r>
          </w:p>
          <w:p w14:paraId="090C0564" w14:textId="77777777" w:rsidR="00992737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i media elektroniczne,</w:t>
            </w:r>
          </w:p>
          <w:p w14:paraId="6DBFDF24" w14:textId="79B13455" w:rsidR="00992737" w:rsidRPr="005C545E" w:rsidRDefault="00CF3440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dziecka do nauki.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7B665A43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Aktywność podczas zajęć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oraz 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przeprowadzenie ćwiczeń warsztatowych (pracy projektowej).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508C81C7" w:rsidR="0085747A" w:rsidRPr="009C54AE" w:rsidRDefault="00CF2BD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14CF6870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7F82AA" w14:textId="184BCC96"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14:paraId="310779A0" w14:textId="7AFCE655" w:rsidR="002A1E87" w:rsidRPr="009C54AE" w:rsidRDefault="00CF2BDE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6C36C73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4FF3BAB"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199E2C80" w14:textId="05DF5268"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się uczyły w domu i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14:paraId="4A3C80B7" w14:textId="03188422" w:rsidR="001403EF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nas słuchały. Jak słuchać, żeby dzieci do nas mówiły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14:paraId="0A4036E8" w14:textId="77777777" w:rsidR="0098776D" w:rsidRDefault="00E71AB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Rodzeństwo bez rywalizacji. Jak pomóc własnym dzieciom żyć w zgodzie, by samemu żyć z godnością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</w:t>
            </w:r>
            <w:r w:rsidR="00987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AE345C" w14:textId="2EB42E75"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Z., Lulek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pedagogiki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2010.</w:t>
            </w:r>
          </w:p>
          <w:p w14:paraId="7478F48C" w14:textId="6C131D2C"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porażek. Rozwiązywanie konfliktów między rodzicami a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1991.</w:t>
            </w:r>
            <w:r w:rsidR="00E71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984B637" w14:textId="36AEA950" w:rsid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 w praktyce: jak rozwiązywać konflikty z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1998. </w:t>
            </w:r>
          </w:p>
          <w:p w14:paraId="6D24272F" w14:textId="1D0C0557" w:rsidR="0017611D" w:rsidRP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porażek, czyli Trening Skutecznego Rodzica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73DF6399" w14:textId="3828B3E1" w:rsidR="0098776D" w:rsidRP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Greene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Porozumienie przez współpracę: jak stworzyć partnerską relację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ze swoim dzieckiem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Mamania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2023.</w:t>
            </w:r>
          </w:p>
          <w:p w14:paraId="6E091F84" w14:textId="6ECC3D48"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Majewska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Dziecko na cyfrowym odwyku: jak bez krzyku oderwać dziecko od komputera i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smartfona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Dragon, Bielsko-Biała 2022.</w:t>
            </w:r>
          </w:p>
          <w:p w14:paraId="454FC123" w14:textId="77777777"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3D857E6C" w14:textId="1FB135A2"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9F1C9" w14:textId="05E1ABB9"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Taper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Twoje dziecko w sieci: przewodnik po cyfrowym świecie dla czasami zdezorientowanych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Literackie, Kraków 2021.</w:t>
            </w:r>
          </w:p>
          <w:p w14:paraId="49701AD5" w14:textId="71E42FFA" w:rsidR="00A6285C" w:rsidRPr="00A6285C" w:rsidRDefault="00A6285C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  <w:p w14:paraId="5D194B61" w14:textId="70D660AC" w:rsidR="002A1E87" w:rsidRPr="0098776D" w:rsidRDefault="0098776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Żuczkowska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Dialog zamiast kar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C7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Podkowa Leśna 2015.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421541C9" w14:textId="77777777" w:rsidR="00A6285C" w:rsidRDefault="00A6285C" w:rsidP="00A628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1B18E4A8" w14:textId="24A3051A" w:rsidR="0098776D" w:rsidRDefault="0098776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Czechowska Z., Marcela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nie zgubić dziecka w sieci?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Muza, Warszawa 2021.</w:t>
            </w:r>
          </w:p>
          <w:p w14:paraId="17FE4B57" w14:textId="46616D19"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14:paraId="06732595" w14:textId="164D7CFF" w:rsidR="005E7741" w:rsidRPr="005E7741" w:rsidRDefault="005E7741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Kast-Zahn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Każde dziecko może nauczyć się reguł: jak ustanowić granice i wytyczyć zasady postępowania od niemowlaka do dziecka w wieku szkolnym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Media Rodzina, Poznań 1999. </w:t>
            </w:r>
          </w:p>
          <w:p w14:paraId="7623D895" w14:textId="075D231E" w:rsidR="001403EF" w:rsidRDefault="001403EF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6E22A7D4" w14:textId="22A32749" w:rsidR="002A1E87" w:rsidRPr="00B30B5A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7ED8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7AE28" w14:textId="77777777" w:rsidR="002E3D39" w:rsidRDefault="002E3D39" w:rsidP="00C16ABF">
      <w:pPr>
        <w:spacing w:after="0" w:line="240" w:lineRule="auto"/>
      </w:pPr>
      <w:r>
        <w:separator/>
      </w:r>
    </w:p>
  </w:endnote>
  <w:endnote w:type="continuationSeparator" w:id="0">
    <w:p w14:paraId="328671F3" w14:textId="77777777" w:rsidR="002E3D39" w:rsidRDefault="002E3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37627" w14:textId="77777777" w:rsidR="002E3D39" w:rsidRDefault="002E3D39" w:rsidP="00C16ABF">
      <w:pPr>
        <w:spacing w:after="0" w:line="240" w:lineRule="auto"/>
      </w:pPr>
      <w:r>
        <w:separator/>
      </w:r>
    </w:p>
  </w:footnote>
  <w:footnote w:type="continuationSeparator" w:id="0">
    <w:p w14:paraId="16B4ABBE" w14:textId="77777777" w:rsidR="002E3D39" w:rsidRDefault="002E3D39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1795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B49B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39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9F4CB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5C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4D85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9B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9B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9B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9B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A7DE-50EB-4E60-8E99-BE678D6A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342</TotalTime>
  <Pages>5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2019-10-29T14:56:00Z</dcterms:created>
  <dcterms:modified xsi:type="dcterms:W3CDTF">2023-09-13T19:47:00Z</dcterms:modified>
</cp:coreProperties>
</file>